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FA" w:rsidRPr="00B0563C" w:rsidRDefault="00D241FA" w:rsidP="00A81575">
      <w:pPr>
        <w:rPr>
          <w:rFonts w:ascii="Arial" w:hAnsi="Arial" w:cs="Arial"/>
          <w:b/>
          <w:sz w:val="24"/>
          <w:szCs w:val="24"/>
        </w:rPr>
      </w:pPr>
      <w:r w:rsidRPr="00B0563C">
        <w:rPr>
          <w:rFonts w:ascii="Arial" w:hAnsi="Arial" w:cs="Arial"/>
          <w:b/>
          <w:sz w:val="24"/>
          <w:szCs w:val="24"/>
        </w:rPr>
        <w:t>Situace: Lokalita ZL 3: Rusava Záhlinice; Rusava Hulín</w:t>
      </w:r>
      <w:r w:rsidRPr="00B0563C">
        <w:rPr>
          <w:rFonts w:ascii="Arial" w:hAnsi="Arial" w:cs="Arial"/>
          <w:b/>
          <w:sz w:val="24"/>
          <w:szCs w:val="24"/>
          <w:lang w:val="en-US"/>
        </w:rPr>
        <w:t>;</w:t>
      </w:r>
      <w:r w:rsidRPr="00B0563C">
        <w:rPr>
          <w:rFonts w:ascii="Arial" w:hAnsi="Arial" w:cs="Arial"/>
          <w:b/>
          <w:sz w:val="24"/>
          <w:szCs w:val="24"/>
        </w:rPr>
        <w:t xml:space="preserve"> Rusava Holešov</w:t>
      </w:r>
    </w:p>
    <w:p w:rsidR="00D241FA" w:rsidRDefault="00D241FA"/>
    <w:p w:rsidR="00D241FA" w:rsidRDefault="00D241FA">
      <w:pPr>
        <w:rPr>
          <w:rFonts w:ascii="Arial" w:hAnsi="Arial" w:cs="Arial"/>
          <w:b/>
          <w:noProof/>
          <w:sz w:val="20"/>
          <w:szCs w:val="20"/>
          <w:lang w:eastAsia="cs-CZ"/>
        </w:rPr>
      </w:pPr>
      <w:r>
        <w:rPr>
          <w:noProof/>
          <w:lang w:eastAsia="cs-CZ"/>
        </w:rPr>
        <w:pict>
          <v:rect id="Obdélník 5203" o:spid="_x0000_s1026" style="position:absolute;margin-left:104.1pt;margin-top:261.9pt;width:195.9pt;height:21.7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" filled="f" stroked="f" strokeweight="2pt">
            <v:textbox style="mso-next-textbox:#Obdélník 5203">
              <w:txbxContent>
                <w:p w:rsidR="00D241FA" w:rsidRPr="00B0563C" w:rsidRDefault="00D241FA" w:rsidP="00B0563C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Rusava Záhlinice </w:t>
                  </w:r>
                  <w:r w:rsidRPr="00B0563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km 0,000 – 4,000</w:t>
                  </w:r>
                  <w:bookmarkEnd w:id="0"/>
                </w:p>
              </w:txbxContent>
            </v:textbox>
          </v:rect>
        </w:pict>
      </w:r>
    </w:p>
    <w:p w:rsidR="00D241FA" w:rsidRPr="00C72FF1" w:rsidRDefault="00D241FA">
      <w:pPr>
        <w:rPr>
          <w:rFonts w:ascii="Arial" w:hAnsi="Arial" w:cs="Arial"/>
          <w:b/>
          <w:noProof/>
          <w:sz w:val="20"/>
          <w:szCs w:val="20"/>
          <w:lang w:eastAsia="cs-CZ"/>
        </w:rPr>
      </w:pPr>
      <w:r>
        <w:rPr>
          <w:noProof/>
          <w:lang w:eastAsia="cs-CZ"/>
        </w:rPr>
        <w:pict>
          <v:rect id="Obdélník 5205" o:spid="_x0000_s1027" style="position:absolute;margin-left:81pt;margin-top:96.45pt;width:184.5pt;height:32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" filled="f" stroked="f" strokeweight="2pt">
            <v:textbox>
              <w:txbxContent>
                <w:p w:rsidR="00D241FA" w:rsidRPr="00C72FF1" w:rsidRDefault="00D241FA" w:rsidP="00B0563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Rusava Hulín  </w:t>
                  </w:r>
                  <w:r w:rsidRPr="00C72FF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km 6,525 – 6,900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line id="_x0000_s1028" style="position:absolute;flip:x;z-index:251661312" from="63pt,204.45pt" to="81pt,249.45pt" strokecolor="red" strokeweight="2.25pt">
            <v:stroke endarrow="block"/>
          </v:line>
        </w:pict>
      </w:r>
      <w:r>
        <w:rPr>
          <w:noProof/>
          <w:lang w:eastAsia="cs-CZ"/>
        </w:rPr>
        <w:pict>
          <v:line id="_x0000_s1029" style="position:absolute;flip:x;z-index:251660288" from="5in,15.45pt" to="387pt,24.45pt" strokecolor="red" strokeweight="2.25pt">
            <v:stroke endarrow="block"/>
          </v:line>
        </w:pict>
      </w:r>
      <w:r>
        <w:rPr>
          <w:noProof/>
          <w:lang w:eastAsia="cs-CZ"/>
        </w:rPr>
        <w:pict>
          <v:oval id="Ovál 5202" o:spid="_x0000_s1030" style="position:absolute;margin-left:53.6pt;margin-top:150.8pt;width:35.2pt;height:156.45pt;rotation:1750207fd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" filled="f" strokecolor="red" strokeweight="4.5pt"/>
        </w:pict>
      </w:r>
      <w:r>
        <w:rPr>
          <w:noProof/>
          <w:lang w:eastAsia="cs-CZ"/>
        </w:rPr>
        <w:pict>
          <v:oval id="Ovál 5204" o:spid="_x0000_s1031" style="position:absolute;margin-left:75.4pt;margin-top:82.65pt;width:19.5pt;height:22.8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" filled="f" strokecolor="red" strokeweight="4.5pt"/>
        </w:pict>
      </w:r>
      <w:r>
        <w:rPr>
          <w:noProof/>
          <w:lang w:eastAsia="cs-CZ"/>
        </w:rPr>
        <w:pict>
          <v:oval id="Ovál 5198" o:spid="_x0000_s1032" style="position:absolute;margin-left:268.15pt;margin-top:44pt;width:103.15pt;height:47.4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" filled="f" strokecolor="red" strokeweight="4.5pt"/>
        </w:pict>
      </w:r>
      <w:r>
        <w:rPr>
          <w:noProof/>
          <w:lang w:eastAsia="cs-CZ"/>
        </w:rPr>
        <w:pict>
          <v:rect id="Obdélník 5201" o:spid="_x0000_s1033" style="position:absolute;margin-left:362.65pt;margin-top:88.15pt;width:201.75pt;height:22.6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" filled="f" stroked="f" strokeweight="2pt">
            <v:textbox>
              <w:txbxContent>
                <w:p w:rsidR="00D241FA" w:rsidRPr="00B0563C" w:rsidRDefault="00D241FA" w:rsidP="00B0563C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Rusava Holešov  </w:t>
                  </w:r>
                  <w:r w:rsidRPr="00B0563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km 14,170 – 16,150</w:t>
                  </w:r>
                </w:p>
              </w:txbxContent>
            </v:textbox>
          </v:rect>
        </w:pict>
      </w:r>
      <w:r w:rsidRPr="00D22495">
        <w:rPr>
          <w:rFonts w:ascii="Arial" w:hAnsi="Arial" w:cs="Arial"/>
          <w:b/>
          <w:noProof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5206" o:spid="_x0000_i1025" type="#_x0000_t75" style="width:694.5pt;height:315pt;visibility:visible">
            <v:imagedata r:id="rId6" o:title=""/>
          </v:shape>
        </w:pict>
      </w:r>
      <w:r>
        <w:br w:type="textWrapping" w:clear="all"/>
      </w:r>
    </w:p>
    <w:sectPr w:rsidR="00D241FA" w:rsidRPr="00C72FF1" w:rsidSect="00376E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1FA" w:rsidRDefault="00D241FA" w:rsidP="00C72FF1">
      <w:pPr>
        <w:spacing w:after="0" w:line="240" w:lineRule="auto"/>
      </w:pPr>
      <w:r>
        <w:separator/>
      </w:r>
    </w:p>
  </w:endnote>
  <w:endnote w:type="continuationSeparator" w:id="0">
    <w:p w:rsidR="00D241FA" w:rsidRDefault="00D241FA" w:rsidP="00C7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1FA" w:rsidRDefault="00D241FA" w:rsidP="00C72FF1">
      <w:pPr>
        <w:spacing w:after="0" w:line="240" w:lineRule="auto"/>
      </w:pPr>
      <w:r>
        <w:separator/>
      </w:r>
    </w:p>
  </w:footnote>
  <w:footnote w:type="continuationSeparator" w:id="0">
    <w:p w:rsidR="00D241FA" w:rsidRDefault="00D241FA" w:rsidP="00C72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E0B"/>
    <w:rsid w:val="00061227"/>
    <w:rsid w:val="001B188E"/>
    <w:rsid w:val="00376E0B"/>
    <w:rsid w:val="004926A6"/>
    <w:rsid w:val="004C4153"/>
    <w:rsid w:val="004F69F5"/>
    <w:rsid w:val="00591F39"/>
    <w:rsid w:val="00636604"/>
    <w:rsid w:val="006741BF"/>
    <w:rsid w:val="006A64F1"/>
    <w:rsid w:val="007858CD"/>
    <w:rsid w:val="009F155D"/>
    <w:rsid w:val="00A322CB"/>
    <w:rsid w:val="00A81575"/>
    <w:rsid w:val="00A92C94"/>
    <w:rsid w:val="00B0563C"/>
    <w:rsid w:val="00B92347"/>
    <w:rsid w:val="00C72FF1"/>
    <w:rsid w:val="00D17D92"/>
    <w:rsid w:val="00D22495"/>
    <w:rsid w:val="00D241FA"/>
    <w:rsid w:val="00D430C7"/>
    <w:rsid w:val="00EB58F6"/>
    <w:rsid w:val="00EB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C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76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6E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7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FF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7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72F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</Words>
  <Characters>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Situace: Lokalita ZL 3: Rusava Záhlinice; Rusava Hulín; Rusava Holešov</dc:title>
  <dc:subject/>
  <dc:creator>Daněčková Klára</dc:creator>
  <cp:keywords/>
  <dc:description/>
  <cp:lastModifiedBy>Kasparek</cp:lastModifiedBy>
  <cp:revision>5</cp:revision>
  <dcterms:created xsi:type="dcterms:W3CDTF">2015-02-02T08:42:00Z</dcterms:created>
  <dcterms:modified xsi:type="dcterms:W3CDTF">2015-02-02T09:12:00Z</dcterms:modified>
</cp:coreProperties>
</file>